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4CEA25BA" w14:textId="77777777" w:rsidR="006E0604" w:rsidRPr="00330C91" w:rsidRDefault="006E0604" w:rsidP="00366F67">
      <w:pPr>
        <w:pStyle w:val="Caption"/>
        <w:framePr w:w="3828" w:h="1295" w:hRule="exact" w:hSpace="180" w:wrap="around" w:vAnchor="text" w:x="7229" w:y="1"/>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4DB62A1C" w14:textId="3A0813D3"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b/>
          <w:bCs/>
          <w:spacing w:val="0"/>
          <w:sz w:val="16"/>
        </w:rPr>
        <w:t xml:space="preserve">Märge tehtud </w:t>
      </w:r>
      <w:r w:rsidR="004E3138">
        <w:rPr>
          <w:rFonts w:ascii="Arial" w:hAnsi="Arial" w:cs="Arial"/>
          <w:spacing w:val="0"/>
          <w:sz w:val="16"/>
        </w:rPr>
        <w:t>22</w:t>
      </w:r>
      <w:r w:rsidRPr="00330C91">
        <w:rPr>
          <w:rFonts w:ascii="Arial" w:hAnsi="Arial" w:cs="Arial"/>
          <w:spacing w:val="0"/>
          <w:sz w:val="16"/>
        </w:rPr>
        <w:t>.</w:t>
      </w:r>
      <w:r w:rsidR="004E3138">
        <w:rPr>
          <w:rFonts w:ascii="Arial" w:hAnsi="Arial" w:cs="Arial"/>
          <w:spacing w:val="0"/>
          <w:sz w:val="16"/>
        </w:rPr>
        <w:t>04</w:t>
      </w:r>
      <w:r w:rsidR="006874FE">
        <w:rPr>
          <w:rFonts w:ascii="Arial" w:hAnsi="Arial" w:cs="Arial"/>
          <w:spacing w:val="0"/>
          <w:sz w:val="16"/>
        </w:rPr>
        <w:t>.</w:t>
      </w:r>
      <w:r w:rsidR="004E3138">
        <w:rPr>
          <w:rFonts w:ascii="Arial" w:hAnsi="Arial" w:cs="Arial"/>
          <w:spacing w:val="0"/>
          <w:sz w:val="16"/>
        </w:rPr>
        <w:t>2023</w:t>
      </w:r>
      <w:r w:rsidRPr="00330C91">
        <w:rPr>
          <w:rFonts w:ascii="Arial" w:hAnsi="Arial" w:cs="Arial"/>
          <w:spacing w:val="0"/>
          <w:sz w:val="16"/>
        </w:rPr>
        <w:t>. a</w:t>
      </w:r>
    </w:p>
    <w:p w14:paraId="607A5055" w14:textId="77777777"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spacing w:val="0"/>
          <w:sz w:val="16"/>
        </w:rPr>
        <w:t>Riigimetsa Majandamise Keskuses.</w:t>
      </w:r>
    </w:p>
    <w:p w14:paraId="4F68B6C1" w14:textId="6CDF2FDC" w:rsidR="006E0604" w:rsidRPr="00471A69"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Kehtib kuni </w:t>
      </w:r>
      <w:r w:rsidR="004E3138">
        <w:rPr>
          <w:rFonts w:ascii="Arial" w:hAnsi="Arial" w:cs="Arial"/>
          <w:spacing w:val="0"/>
          <w:sz w:val="16"/>
        </w:rPr>
        <w:t>31.12.2023</w:t>
      </w:r>
    </w:p>
    <w:p w14:paraId="7F37D6D6" w14:textId="0D76C7E1" w:rsidR="006E0604"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3B1EC21A"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E62973">
        <w:rPr>
          <w:bCs/>
          <w:szCs w:val="24"/>
        </w:rPr>
        <w:t>2023/</w:t>
      </w:r>
      <w:r w:rsidR="00277A93">
        <w:rPr>
          <w:bCs/>
          <w:szCs w:val="24"/>
        </w:rPr>
        <w:t>223</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A60946" w14:paraId="1650C18F" w14:textId="77777777" w:rsidTr="00002ED5">
        <w:tc>
          <w:tcPr>
            <w:tcW w:w="2737" w:type="dxa"/>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4351"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2835"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8E3E00"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E62973" w:rsidRPr="00A60946" w14:paraId="0A1C5DE9" w14:textId="77777777" w:rsidTr="00002ED5">
        <w:tc>
          <w:tcPr>
            <w:tcW w:w="2737" w:type="dxa"/>
          </w:tcPr>
          <w:p w14:paraId="331E40AD" w14:textId="77777777" w:rsidR="00E62973" w:rsidRPr="00A60946" w:rsidRDefault="00E62973" w:rsidP="00E62973">
            <w:pPr>
              <w:rPr>
                <w:szCs w:val="24"/>
              </w:rPr>
            </w:pPr>
            <w:r w:rsidRPr="00A60946">
              <w:rPr>
                <w:szCs w:val="24"/>
              </w:rPr>
              <w:t>Esindaja</w:t>
            </w:r>
          </w:p>
        </w:tc>
        <w:tc>
          <w:tcPr>
            <w:tcW w:w="4351" w:type="dxa"/>
          </w:tcPr>
          <w:p w14:paraId="6D3D722C" w14:textId="514CFB42" w:rsidR="00E62973" w:rsidRPr="00A60946" w:rsidRDefault="00E62973" w:rsidP="00E62973">
            <w:pPr>
              <w:rPr>
                <w:i/>
                <w:szCs w:val="24"/>
              </w:rPr>
            </w:pPr>
            <w:r w:rsidRPr="00EF150A">
              <w:t>RMK turustus</w:t>
            </w:r>
            <w:r>
              <w:t xml:space="preserve">spetsialist Mart Enel </w:t>
            </w:r>
          </w:p>
        </w:tc>
        <w:tc>
          <w:tcPr>
            <w:tcW w:w="2835" w:type="dxa"/>
          </w:tcPr>
          <w:p w14:paraId="695201CF" w14:textId="34C7E0E9" w:rsidR="00E62973" w:rsidRPr="00A60946" w:rsidRDefault="00E62973" w:rsidP="00E62973">
            <w:pPr>
              <w:rPr>
                <w:szCs w:val="24"/>
              </w:rPr>
            </w:pPr>
            <w:r w:rsidRPr="00EF150A">
              <w:t xml:space="preserve">E-post mar.enel@rmk.ee </w:t>
            </w:r>
          </w:p>
        </w:tc>
      </w:tr>
      <w:tr w:rsidR="00471A69" w:rsidRPr="00A60946" w14:paraId="501C094E" w14:textId="77777777" w:rsidTr="00002ED5">
        <w:trPr>
          <w:cantSplit/>
        </w:trPr>
        <w:tc>
          <w:tcPr>
            <w:tcW w:w="9923" w:type="dxa"/>
            <w:gridSpan w:val="3"/>
          </w:tcPr>
          <w:p w14:paraId="7D4B62D9" w14:textId="477F5DDD" w:rsidR="00471A69" w:rsidRPr="00A60946" w:rsidRDefault="00471A69" w:rsidP="00301C69">
            <w:pPr>
              <w:rPr>
                <w:szCs w:val="24"/>
              </w:rPr>
            </w:pPr>
            <w:r w:rsidRPr="00A60946">
              <w:rPr>
                <w:szCs w:val="24"/>
              </w:rPr>
              <w:t>Esindusõigus tuleneb (voli</w:t>
            </w:r>
            <w:r w:rsidR="00301C69">
              <w:rPr>
                <w:szCs w:val="24"/>
              </w:rPr>
              <w:t xml:space="preserve">tamise alus): </w:t>
            </w:r>
            <w:r w:rsidR="00E62973">
              <w:rPr>
                <w:szCs w:val="24"/>
              </w:rPr>
              <w:t xml:space="preserve">RMK juhatuse </w:t>
            </w:r>
            <w:r w:rsidR="00E62973" w:rsidRPr="00A60946">
              <w:rPr>
                <w:szCs w:val="24"/>
              </w:rPr>
              <w:t>e</w:t>
            </w:r>
            <w:r w:rsidR="00E62973">
              <w:rPr>
                <w:szCs w:val="24"/>
              </w:rPr>
              <w:t>simehe</w:t>
            </w:r>
            <w:r w:rsidR="00E62973" w:rsidRPr="00A60946">
              <w:rPr>
                <w:szCs w:val="24"/>
              </w:rPr>
              <w:t xml:space="preserve"> </w:t>
            </w:r>
            <w:sdt>
              <w:sdtPr>
                <w:rPr>
                  <w:rFonts w:eastAsia="Calibri"/>
                  <w:szCs w:val="22"/>
                </w:rPr>
                <w:id w:val="-203568576"/>
                <w:placeholder>
                  <w:docPart w:val="B7FD2DB3B46C4869BBD5C3187D5B8C28"/>
                </w:placeholder>
                <w:date w:fullDate="2023-05-12T00:00:00Z">
                  <w:dateFormat w:val="d.MM.yyyy"/>
                  <w:lid w:val="et-EE"/>
                  <w:storeMappedDataAs w:val="dateTime"/>
                  <w:calendar w:val="gregorian"/>
                </w:date>
              </w:sdtPr>
              <w:sdtEndPr/>
              <w:sdtContent>
                <w:r w:rsidR="00E62973">
                  <w:rPr>
                    <w:rFonts w:eastAsia="Calibri"/>
                    <w:szCs w:val="22"/>
                  </w:rPr>
                  <w:t>12.05.2023</w:t>
                </w:r>
              </w:sdtContent>
            </w:sdt>
            <w:r w:rsidR="00E62973" w:rsidRPr="00A60946">
              <w:rPr>
                <w:szCs w:val="24"/>
              </w:rPr>
              <w:t xml:space="preserve"> käskkiri nr </w:t>
            </w:r>
            <w:r w:rsidR="00E62973">
              <w:rPr>
                <w:bCs/>
                <w:szCs w:val="24"/>
              </w:rPr>
              <w:t>1-5/41</w:t>
            </w:r>
          </w:p>
        </w:tc>
      </w:tr>
    </w:tbl>
    <w:p w14:paraId="5E9DD385" w14:textId="77777777" w:rsidR="00471A69" w:rsidRPr="00A60946" w:rsidRDefault="00471A69" w:rsidP="00471A69">
      <w:pPr>
        <w:rPr>
          <w:b/>
          <w:szCs w:val="24"/>
        </w:rPr>
      </w:pPr>
    </w:p>
    <w:p w14:paraId="67C87B84" w14:textId="77777777" w:rsidR="00471A69" w:rsidRPr="00A60946" w:rsidRDefault="00471A69" w:rsidP="00471A69">
      <w:pPr>
        <w:rPr>
          <w:b/>
          <w:szCs w:val="24"/>
        </w:rPr>
      </w:pPr>
      <w:r w:rsidRPr="00A60946">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0"/>
        <w:gridCol w:w="4302"/>
        <w:gridCol w:w="1807"/>
      </w:tblGrid>
      <w:tr w:rsidR="00471A69" w:rsidRPr="00A60946" w14:paraId="1CDE3CB7" w14:textId="77777777" w:rsidTr="00002ED5">
        <w:tc>
          <w:tcPr>
            <w:tcW w:w="3920" w:type="dxa"/>
          </w:tcPr>
          <w:p w14:paraId="11376DDE" w14:textId="50A7BBAD" w:rsidR="00471A69" w:rsidRPr="00A60946" w:rsidRDefault="004E3138" w:rsidP="00002ED5">
            <w:pPr>
              <w:rPr>
                <w:szCs w:val="24"/>
              </w:rPr>
            </w:pPr>
            <w:proofErr w:type="spellStart"/>
            <w:r w:rsidRPr="00080F1A">
              <w:rPr>
                <w:b/>
                <w:sz w:val="20"/>
              </w:rPr>
              <w:t>Utilitas</w:t>
            </w:r>
            <w:proofErr w:type="spellEnd"/>
            <w:r w:rsidRPr="00080F1A">
              <w:rPr>
                <w:b/>
                <w:sz w:val="20"/>
              </w:rPr>
              <w:t xml:space="preserve"> Tallinna Elektrijaam OÜ</w:t>
            </w:r>
          </w:p>
        </w:tc>
        <w:tc>
          <w:tcPr>
            <w:tcW w:w="4302" w:type="dxa"/>
          </w:tcPr>
          <w:p w14:paraId="5098458B" w14:textId="77777777" w:rsidR="004E3138" w:rsidRPr="004E3138" w:rsidRDefault="004E3138" w:rsidP="004E3138">
            <w:pPr>
              <w:rPr>
                <w:szCs w:val="24"/>
              </w:rPr>
            </w:pPr>
            <w:r w:rsidRPr="004E3138">
              <w:rPr>
                <w:szCs w:val="24"/>
              </w:rPr>
              <w:t>Registrikood 10938397</w:t>
            </w:r>
          </w:p>
          <w:p w14:paraId="121658D7" w14:textId="224A67B2" w:rsidR="00471A69" w:rsidRPr="00A60946" w:rsidRDefault="004E3138" w:rsidP="004E3138">
            <w:pPr>
              <w:rPr>
                <w:szCs w:val="24"/>
              </w:rPr>
            </w:pPr>
            <w:r w:rsidRPr="004E3138">
              <w:rPr>
                <w:szCs w:val="24"/>
              </w:rPr>
              <w:t xml:space="preserve">Tooma tn 14 / Väomurru tn 1, 11415 Tallinn </w:t>
            </w:r>
          </w:p>
        </w:tc>
        <w:tc>
          <w:tcPr>
            <w:tcW w:w="1807" w:type="dxa"/>
          </w:tcPr>
          <w:p w14:paraId="7B385D08" w14:textId="77777777" w:rsidR="004E3138" w:rsidRPr="00DD4705" w:rsidRDefault="004E3138" w:rsidP="004E3138">
            <w:pPr>
              <w:rPr>
                <w:bCs/>
                <w:sz w:val="20"/>
              </w:rPr>
            </w:pPr>
            <w:r w:rsidRPr="00DD4705">
              <w:rPr>
                <w:bCs/>
                <w:sz w:val="20"/>
              </w:rPr>
              <w:t xml:space="preserve">Tel  </w:t>
            </w:r>
            <w:r w:rsidRPr="00080F1A">
              <w:rPr>
                <w:bCs/>
                <w:sz w:val="20"/>
              </w:rPr>
              <w:t>502 3082</w:t>
            </w:r>
          </w:p>
          <w:p w14:paraId="3C5604CD" w14:textId="77777777" w:rsidR="004E3138" w:rsidRPr="00DD4705" w:rsidRDefault="008E3E00" w:rsidP="004E3138">
            <w:pPr>
              <w:rPr>
                <w:bCs/>
                <w:sz w:val="20"/>
              </w:rPr>
            </w:pPr>
            <w:hyperlink r:id="rId13" w:history="1">
              <w:r w:rsidR="004E3138" w:rsidRPr="00804DFA">
                <w:rPr>
                  <w:rStyle w:val="Hyperlink"/>
                  <w:bCs/>
                </w:rPr>
                <w:t>Andrus.Tamm@utilitas.ee</w:t>
              </w:r>
            </w:hyperlink>
            <w:r w:rsidR="004E3138">
              <w:rPr>
                <w:bCs/>
                <w:sz w:val="20"/>
              </w:rPr>
              <w:t xml:space="preserve"> </w:t>
            </w:r>
          </w:p>
          <w:p w14:paraId="02A55C9A" w14:textId="77777777" w:rsidR="00471A69" w:rsidRPr="00A60946" w:rsidRDefault="00471A69" w:rsidP="00002ED5">
            <w:pPr>
              <w:rPr>
                <w:szCs w:val="24"/>
              </w:rPr>
            </w:pPr>
          </w:p>
        </w:tc>
      </w:tr>
      <w:tr w:rsidR="00471A69" w:rsidRPr="00A60946" w14:paraId="50460C22" w14:textId="77777777" w:rsidTr="00002ED5">
        <w:tc>
          <w:tcPr>
            <w:tcW w:w="3920" w:type="dxa"/>
          </w:tcPr>
          <w:p w14:paraId="14CBF7E0" w14:textId="77777777" w:rsidR="00471A69" w:rsidRPr="00A60946" w:rsidRDefault="00471A69" w:rsidP="00002ED5">
            <w:pPr>
              <w:rPr>
                <w:szCs w:val="24"/>
              </w:rPr>
            </w:pPr>
            <w:r w:rsidRPr="00A60946">
              <w:rPr>
                <w:szCs w:val="24"/>
              </w:rPr>
              <w:t>Esindaja</w:t>
            </w:r>
          </w:p>
        </w:tc>
        <w:tc>
          <w:tcPr>
            <w:tcW w:w="4302" w:type="dxa"/>
          </w:tcPr>
          <w:p w14:paraId="6FF10A1D" w14:textId="5AC3D9F6" w:rsidR="00471A69" w:rsidRPr="00A60946" w:rsidRDefault="004E3138" w:rsidP="00002ED5">
            <w:pPr>
              <w:rPr>
                <w:bCs/>
                <w:i/>
                <w:szCs w:val="24"/>
              </w:rPr>
            </w:pPr>
            <w:r w:rsidRPr="004E3138">
              <w:rPr>
                <w:szCs w:val="24"/>
              </w:rPr>
              <w:t>Juhatuse liige Andrus Tamm</w:t>
            </w:r>
          </w:p>
        </w:tc>
        <w:tc>
          <w:tcPr>
            <w:tcW w:w="1807" w:type="dxa"/>
          </w:tcPr>
          <w:p w14:paraId="0D1DEE27" w14:textId="53BFBFE0" w:rsidR="00471A69" w:rsidRPr="00A60946" w:rsidRDefault="00471A69" w:rsidP="004E3138">
            <w:pPr>
              <w:rPr>
                <w:bCs/>
                <w:szCs w:val="24"/>
              </w:rPr>
            </w:pPr>
          </w:p>
        </w:tc>
      </w:tr>
      <w:tr w:rsidR="00471A69" w:rsidRPr="00A60946" w14:paraId="4D9F911E" w14:textId="77777777" w:rsidTr="00002ED5">
        <w:tblPrEx>
          <w:tblLook w:val="0000" w:firstRow="0" w:lastRow="0" w:firstColumn="0" w:lastColumn="0" w:noHBand="0" w:noVBand="0"/>
        </w:tblPrEx>
        <w:tc>
          <w:tcPr>
            <w:tcW w:w="10029" w:type="dxa"/>
            <w:gridSpan w:val="3"/>
          </w:tcPr>
          <w:p w14:paraId="2A4C5682" w14:textId="150EB331" w:rsidR="00471A69" w:rsidRPr="00A60946" w:rsidRDefault="00471A69" w:rsidP="00002ED5">
            <w:pPr>
              <w:rPr>
                <w:bCs/>
                <w:szCs w:val="24"/>
              </w:rPr>
            </w:pPr>
            <w:r w:rsidRPr="00A60946">
              <w:rPr>
                <w:bCs/>
                <w:szCs w:val="24"/>
              </w:rPr>
              <w:t xml:space="preserve">Esindusõigus tuleneb (volitamise alus): </w:t>
            </w:r>
            <w:r w:rsidR="004E3138">
              <w:rPr>
                <w:bCs/>
                <w:sz w:val="20"/>
              </w:rPr>
              <w:t>põhikiri</w:t>
            </w:r>
          </w:p>
        </w:tc>
      </w:tr>
      <w:bookmarkEnd w:id="6"/>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4"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5" w:history="1">
        <w:r w:rsidRPr="00C63431">
          <w:rPr>
            <w:rStyle w:val="Hyperlink"/>
            <w:szCs w:val="24"/>
          </w:rPr>
          <w:t>www.rmk.ee</w:t>
        </w:r>
      </w:hyperlink>
      <w:r w:rsidRPr="00C63431">
        <w:rPr>
          <w:szCs w:val="24"/>
        </w:rPr>
        <w:t xml:space="preserve"> </w:t>
      </w:r>
    </w:p>
    <w:p w14:paraId="1C8DE144" w14:textId="3ACD6AA3" w:rsidR="00C63431" w:rsidRDefault="006E0604" w:rsidP="004E3138">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proofErr w:type="spellStart"/>
      <w:r w:rsidR="004E3138" w:rsidRPr="004E3138">
        <w:rPr>
          <w:bCs/>
          <w:szCs w:val="24"/>
        </w:rPr>
        <w:t>Utilitas</w:t>
      </w:r>
      <w:proofErr w:type="spellEnd"/>
      <w:r w:rsidR="004E3138" w:rsidRPr="004E3138">
        <w:rPr>
          <w:bCs/>
          <w:szCs w:val="24"/>
        </w:rPr>
        <w:t xml:space="preserve"> Tallinna Elektrijaam OÜ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proofErr w:type="spellStart"/>
      <w:r w:rsidR="004E3138" w:rsidRPr="004E3138">
        <w:rPr>
          <w:bCs/>
          <w:szCs w:val="24"/>
        </w:rPr>
        <w:t>Utilitas</w:t>
      </w:r>
      <w:proofErr w:type="spellEnd"/>
      <w:r w:rsidR="004E3138" w:rsidRPr="004E3138">
        <w:rPr>
          <w:bCs/>
          <w:szCs w:val="24"/>
        </w:rPr>
        <w:t xml:space="preserve"> Tallinna Elektrijaam OÜ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w:t>
      </w:r>
      <w:r w:rsidR="002C27E0" w:rsidRPr="00C705CC">
        <w:rPr>
          <w:szCs w:val="24"/>
        </w:rPr>
        <w:lastRenderedPageBreak/>
        <w:t>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438E9B84"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361A73">
        <w:rPr>
          <w:noProof/>
          <w:color w:val="000000"/>
          <w:szCs w:val="24"/>
        </w:rPr>
        <w:t xml:space="preserve">Väo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xml:space="preserve">. Kui ostja visuaalsel hinnangul tarnitud </w:t>
      </w:r>
      <w:r w:rsidR="00B476EB" w:rsidRPr="00073EA0">
        <w:rPr>
          <w:szCs w:val="24"/>
        </w:rPr>
        <w:lastRenderedPageBreak/>
        <w:t>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6"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w:t>
      </w:r>
      <w:r w:rsidRPr="00471A69">
        <w:rPr>
          <w:szCs w:val="24"/>
        </w:rPr>
        <w:lastRenderedPageBreak/>
        <w:t xml:space="preserve">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6B2A67B5" w:rsidR="00471A69" w:rsidRPr="00471A69" w:rsidRDefault="004E3138" w:rsidP="004E3138">
            <w:pPr>
              <w:rPr>
                <w:szCs w:val="24"/>
              </w:rPr>
            </w:pPr>
            <w:r>
              <w:rPr>
                <w:szCs w:val="24"/>
              </w:rPr>
              <w:t>30</w:t>
            </w:r>
            <w:r w:rsidR="00471A69" w:rsidRPr="00471A69">
              <w:rPr>
                <w:szCs w:val="24"/>
              </w:rPr>
              <w:t xml:space="preserve"> (</w:t>
            </w:r>
            <w:r>
              <w:rPr>
                <w:szCs w:val="24"/>
              </w:rPr>
              <w:t>kolmkümmend</w:t>
            </w:r>
            <w:r w:rsidR="00471A69" w:rsidRPr="00471A69">
              <w:rPr>
                <w:szCs w:val="24"/>
              </w:rPr>
              <w:t>) päeva</w:t>
            </w:r>
          </w:p>
        </w:tc>
        <w:tc>
          <w:tcPr>
            <w:tcW w:w="4819" w:type="dxa"/>
          </w:tcPr>
          <w:p w14:paraId="2B3FB8BF" w14:textId="480060E3" w:rsidR="00471A69" w:rsidRPr="00471A69" w:rsidRDefault="009233DD" w:rsidP="00471A69">
            <w:pPr>
              <w:rPr>
                <w:szCs w:val="24"/>
              </w:rPr>
            </w:pPr>
            <w:r w:rsidRPr="009233DD">
              <w:rPr>
                <w:szCs w:val="24"/>
              </w:rPr>
              <w:t>Maksetähtajale vastava metsamaterjali koguse maksumus koos käibemaksuga, millele on lisatud 0,5 kordne ühe kuu metsamaterjali koguse maksumus koos käibemaksuga</w:t>
            </w:r>
          </w:p>
        </w:tc>
      </w:tr>
    </w:tbl>
    <w:p w14:paraId="410A0F09" w14:textId="77777777" w:rsidR="00E4352A" w:rsidRPr="00471A69" w:rsidRDefault="00E4352A" w:rsidP="00B92CDD">
      <w:pPr>
        <w:rPr>
          <w:szCs w:val="24"/>
        </w:rPr>
      </w:pPr>
    </w:p>
    <w:p w14:paraId="0AB4E1F2" w14:textId="185F2BE9"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7" w:history="1">
        <w:r w:rsidR="004E3138" w:rsidRPr="00254B66">
          <w:rPr>
            <w:rStyle w:val="Hyperlink"/>
            <w:szCs w:val="24"/>
          </w:rPr>
          <w:t>hake@utilitas.ee</w:t>
        </w:r>
      </w:hyperlink>
      <w:r w:rsidR="004E3138">
        <w:rPr>
          <w:szCs w:val="24"/>
        </w:rPr>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lastRenderedPageBreak/>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257"/>
        <w:gridCol w:w="3994"/>
      </w:tblGrid>
      <w:tr w:rsidR="004E3138" w:rsidRPr="00683F6D" w14:paraId="07BA9199" w14:textId="77777777" w:rsidTr="004E3138">
        <w:tc>
          <w:tcPr>
            <w:tcW w:w="1342" w:type="pct"/>
            <w:shd w:val="clear" w:color="auto" w:fill="auto"/>
          </w:tcPr>
          <w:p w14:paraId="5C36DA43" w14:textId="77777777" w:rsidR="004E3138" w:rsidRPr="00683F6D" w:rsidRDefault="004E3138" w:rsidP="00002ED5">
            <w:pPr>
              <w:shd w:val="clear" w:color="auto" w:fill="FFFFFF" w:themeFill="background1"/>
              <w:jc w:val="both"/>
              <w:rPr>
                <w:szCs w:val="24"/>
              </w:rPr>
            </w:pPr>
            <w:r w:rsidRPr="00683F6D">
              <w:rPr>
                <w:szCs w:val="24"/>
              </w:rPr>
              <w:t>Nimi</w:t>
            </w:r>
          </w:p>
        </w:tc>
        <w:tc>
          <w:tcPr>
            <w:tcW w:w="1643" w:type="pct"/>
            <w:shd w:val="clear" w:color="auto" w:fill="auto"/>
          </w:tcPr>
          <w:p w14:paraId="64A44FDB" w14:textId="77777777" w:rsidR="004E3138" w:rsidRPr="00683F6D" w:rsidRDefault="004E3138" w:rsidP="00002ED5">
            <w:pPr>
              <w:shd w:val="clear" w:color="auto" w:fill="FFFFFF" w:themeFill="background1"/>
              <w:jc w:val="both"/>
              <w:rPr>
                <w:szCs w:val="24"/>
              </w:rPr>
            </w:pPr>
            <w:r w:rsidRPr="00683F6D">
              <w:rPr>
                <w:szCs w:val="24"/>
              </w:rPr>
              <w:t>Telefon</w:t>
            </w:r>
          </w:p>
        </w:tc>
        <w:tc>
          <w:tcPr>
            <w:tcW w:w="2015" w:type="pct"/>
            <w:shd w:val="clear" w:color="auto" w:fill="auto"/>
          </w:tcPr>
          <w:p w14:paraId="0E98672B" w14:textId="77777777" w:rsidR="004E3138" w:rsidRPr="00683F6D" w:rsidRDefault="004E3138" w:rsidP="00002ED5">
            <w:pPr>
              <w:shd w:val="clear" w:color="auto" w:fill="FFFFFF" w:themeFill="background1"/>
              <w:jc w:val="both"/>
              <w:rPr>
                <w:szCs w:val="24"/>
              </w:rPr>
            </w:pPr>
            <w:r w:rsidRPr="00683F6D">
              <w:rPr>
                <w:szCs w:val="24"/>
              </w:rPr>
              <w:t>e-post</w:t>
            </w:r>
          </w:p>
        </w:tc>
      </w:tr>
      <w:tr w:rsidR="004E3138" w:rsidRPr="00683F6D" w14:paraId="78E0F25A" w14:textId="77777777" w:rsidTr="004E3138">
        <w:tc>
          <w:tcPr>
            <w:tcW w:w="1342" w:type="pct"/>
            <w:shd w:val="clear" w:color="auto" w:fill="auto"/>
          </w:tcPr>
          <w:p w14:paraId="1B705E2B" w14:textId="297FBC85" w:rsidR="004E3138" w:rsidRPr="00683F6D" w:rsidRDefault="004E3138" w:rsidP="004E3138">
            <w:pPr>
              <w:shd w:val="clear" w:color="auto" w:fill="FFFFFF" w:themeFill="background1"/>
              <w:jc w:val="both"/>
              <w:rPr>
                <w:szCs w:val="24"/>
              </w:rPr>
            </w:pPr>
            <w:r w:rsidRPr="00C14C9A">
              <w:t>Eve Merbach</w:t>
            </w:r>
          </w:p>
        </w:tc>
        <w:tc>
          <w:tcPr>
            <w:tcW w:w="1643" w:type="pct"/>
            <w:shd w:val="clear" w:color="auto" w:fill="auto"/>
          </w:tcPr>
          <w:p w14:paraId="6FF6D824" w14:textId="75E2A355" w:rsidR="004E3138" w:rsidRPr="00683F6D" w:rsidRDefault="004E3138" w:rsidP="004E3138">
            <w:pPr>
              <w:shd w:val="clear" w:color="auto" w:fill="FFFFFF" w:themeFill="background1"/>
              <w:jc w:val="both"/>
              <w:rPr>
                <w:szCs w:val="24"/>
              </w:rPr>
            </w:pPr>
            <w:r w:rsidRPr="00C14C9A">
              <w:t>676 7951</w:t>
            </w:r>
          </w:p>
        </w:tc>
        <w:tc>
          <w:tcPr>
            <w:tcW w:w="2015" w:type="pct"/>
            <w:shd w:val="clear" w:color="auto" w:fill="auto"/>
          </w:tcPr>
          <w:p w14:paraId="6BCED57C" w14:textId="7A1984BD" w:rsidR="004E3138" w:rsidRPr="00683F6D" w:rsidRDefault="008E3E00" w:rsidP="004E3138">
            <w:pPr>
              <w:shd w:val="clear" w:color="auto" w:fill="FFFFFF" w:themeFill="background1"/>
              <w:jc w:val="both"/>
              <w:rPr>
                <w:color w:val="0000FF"/>
                <w:szCs w:val="24"/>
              </w:rPr>
            </w:pPr>
            <w:hyperlink r:id="rId18" w:history="1">
              <w:r w:rsidR="004E3138" w:rsidRPr="00254B66">
                <w:rPr>
                  <w:rStyle w:val="Hyperlink"/>
                </w:rPr>
                <w:t>aktid.kirde@rmk.ee</w:t>
              </w:r>
            </w:hyperlink>
            <w:r w:rsidR="004E3138">
              <w:t xml:space="preserve"> </w:t>
            </w:r>
          </w:p>
        </w:tc>
      </w:tr>
    </w:tbl>
    <w:p w14:paraId="68BE4DB8" w14:textId="2ED63FFE"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004E3138">
        <w:rPr>
          <w:szCs w:val="24"/>
        </w:rPr>
        <w:t>,</w:t>
      </w:r>
      <w:r w:rsidR="004E3138" w:rsidRPr="004E3138">
        <w:rPr>
          <w:bCs/>
          <w:szCs w:val="24"/>
        </w:rPr>
        <w:t xml:space="preserve"> </w:t>
      </w:r>
      <w:r w:rsidR="004E3138" w:rsidRPr="00683F6D">
        <w:rPr>
          <w:bCs/>
          <w:szCs w:val="24"/>
        </w:rPr>
        <w:t>metsamaterjali üleandmise-vastuvõtmise vormistaja</w:t>
      </w:r>
      <w:r w:rsidRPr="00683F6D">
        <w:rPr>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2511"/>
        <w:gridCol w:w="5237"/>
      </w:tblGrid>
      <w:tr w:rsidR="004E3138" w:rsidRPr="00683F6D" w14:paraId="7FEF26BC" w14:textId="77777777" w:rsidTr="004E3138">
        <w:tc>
          <w:tcPr>
            <w:tcW w:w="1091" w:type="pct"/>
            <w:shd w:val="clear" w:color="auto" w:fill="auto"/>
          </w:tcPr>
          <w:p w14:paraId="67B882C1" w14:textId="77777777" w:rsidR="004E3138" w:rsidRPr="00683F6D" w:rsidRDefault="004E3138" w:rsidP="00002ED5">
            <w:pPr>
              <w:shd w:val="clear" w:color="auto" w:fill="FFFFFF" w:themeFill="background1"/>
              <w:jc w:val="both"/>
              <w:rPr>
                <w:szCs w:val="24"/>
              </w:rPr>
            </w:pPr>
            <w:r w:rsidRPr="00683F6D">
              <w:rPr>
                <w:szCs w:val="24"/>
              </w:rPr>
              <w:t>Nimi</w:t>
            </w:r>
          </w:p>
        </w:tc>
        <w:tc>
          <w:tcPr>
            <w:tcW w:w="1267" w:type="pct"/>
            <w:shd w:val="clear" w:color="auto" w:fill="auto"/>
          </w:tcPr>
          <w:p w14:paraId="53F813DA" w14:textId="77777777" w:rsidR="004E3138" w:rsidRPr="00683F6D" w:rsidRDefault="004E3138" w:rsidP="00002ED5">
            <w:pPr>
              <w:shd w:val="clear" w:color="auto" w:fill="FFFFFF" w:themeFill="background1"/>
              <w:jc w:val="both"/>
              <w:rPr>
                <w:szCs w:val="24"/>
              </w:rPr>
            </w:pPr>
            <w:r w:rsidRPr="00683F6D">
              <w:rPr>
                <w:szCs w:val="24"/>
              </w:rPr>
              <w:t>Telefon</w:t>
            </w:r>
          </w:p>
        </w:tc>
        <w:tc>
          <w:tcPr>
            <w:tcW w:w="2641" w:type="pct"/>
            <w:shd w:val="clear" w:color="auto" w:fill="auto"/>
          </w:tcPr>
          <w:p w14:paraId="6F1E7EB0" w14:textId="77777777" w:rsidR="004E3138" w:rsidRPr="00683F6D" w:rsidRDefault="004E3138" w:rsidP="00002ED5">
            <w:pPr>
              <w:shd w:val="clear" w:color="auto" w:fill="FFFFFF" w:themeFill="background1"/>
              <w:jc w:val="both"/>
              <w:rPr>
                <w:szCs w:val="24"/>
              </w:rPr>
            </w:pPr>
            <w:r w:rsidRPr="00683F6D">
              <w:rPr>
                <w:szCs w:val="24"/>
              </w:rPr>
              <w:t>e-post</w:t>
            </w:r>
          </w:p>
        </w:tc>
      </w:tr>
      <w:tr w:rsidR="004E3138" w:rsidRPr="00683F6D" w14:paraId="4B61B2E6" w14:textId="77777777" w:rsidTr="004E3138">
        <w:tc>
          <w:tcPr>
            <w:tcW w:w="1091" w:type="pct"/>
            <w:shd w:val="clear" w:color="auto" w:fill="auto"/>
          </w:tcPr>
          <w:p w14:paraId="14AE03CB" w14:textId="0CB3FF73" w:rsidR="004E3138" w:rsidRPr="00683F6D" w:rsidRDefault="004E3138" w:rsidP="004E3138">
            <w:pPr>
              <w:shd w:val="clear" w:color="auto" w:fill="FFFFFF" w:themeFill="background1"/>
              <w:jc w:val="both"/>
              <w:rPr>
                <w:szCs w:val="24"/>
              </w:rPr>
            </w:pPr>
            <w:r w:rsidRPr="00A66148">
              <w:t>Andrus Tamm</w:t>
            </w:r>
          </w:p>
        </w:tc>
        <w:tc>
          <w:tcPr>
            <w:tcW w:w="1267" w:type="pct"/>
            <w:shd w:val="clear" w:color="auto" w:fill="auto"/>
          </w:tcPr>
          <w:p w14:paraId="53FCE5B0" w14:textId="057C487A" w:rsidR="004E3138" w:rsidRPr="00683F6D" w:rsidRDefault="004E3138" w:rsidP="004E3138">
            <w:pPr>
              <w:shd w:val="clear" w:color="auto" w:fill="FFFFFF" w:themeFill="background1"/>
              <w:jc w:val="both"/>
              <w:rPr>
                <w:szCs w:val="24"/>
              </w:rPr>
            </w:pPr>
            <w:r w:rsidRPr="00A66148">
              <w:t>502 3082</w:t>
            </w:r>
          </w:p>
        </w:tc>
        <w:tc>
          <w:tcPr>
            <w:tcW w:w="2641" w:type="pct"/>
            <w:shd w:val="clear" w:color="auto" w:fill="auto"/>
          </w:tcPr>
          <w:p w14:paraId="28046349" w14:textId="4EEF297D" w:rsidR="004E3138" w:rsidRPr="00683F6D" w:rsidRDefault="008E3E00" w:rsidP="004E3138">
            <w:pPr>
              <w:shd w:val="clear" w:color="auto" w:fill="FFFFFF" w:themeFill="background1"/>
              <w:jc w:val="both"/>
              <w:rPr>
                <w:szCs w:val="24"/>
              </w:rPr>
            </w:pPr>
            <w:hyperlink r:id="rId19" w:history="1">
              <w:r w:rsidR="004E3138" w:rsidRPr="00254B66">
                <w:rPr>
                  <w:rStyle w:val="Hyperlink"/>
                </w:rPr>
                <w:t>Andrus.Tamm@utilitas.ee</w:t>
              </w:r>
            </w:hyperlink>
            <w:r w:rsidR="004E3138">
              <w:t xml:space="preserve"> </w:t>
            </w:r>
          </w:p>
        </w:tc>
      </w:tr>
    </w:tbl>
    <w:p w14:paraId="79E7C251" w14:textId="2E787966" w:rsidR="001D5F9D" w:rsidRPr="00471A69" w:rsidRDefault="004E3138"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3614"/>
        <w:gridCol w:w="3459"/>
      </w:tblGrid>
      <w:tr w:rsidR="001D5F9D" w:rsidRPr="00471A69" w14:paraId="5C410CB9" w14:textId="77777777" w:rsidTr="004E3138">
        <w:tc>
          <w:tcPr>
            <w:tcW w:w="1432" w:type="pct"/>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823" w:type="pct"/>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1745" w:type="pct"/>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1D5F9D" w:rsidRPr="00471A69" w14:paraId="25A0FB8A" w14:textId="77777777" w:rsidTr="004E3138">
        <w:tc>
          <w:tcPr>
            <w:tcW w:w="1432" w:type="pct"/>
            <w:shd w:val="clear" w:color="auto" w:fill="auto"/>
          </w:tcPr>
          <w:p w14:paraId="4691FC9C" w14:textId="704B2A28" w:rsidR="001D5F9D" w:rsidRPr="00471A69" w:rsidRDefault="00EE3DFF" w:rsidP="00002ED5">
            <w:pPr>
              <w:shd w:val="clear" w:color="auto" w:fill="FFFFFF" w:themeFill="background1"/>
              <w:jc w:val="both"/>
              <w:rPr>
                <w:szCs w:val="24"/>
              </w:rPr>
            </w:pPr>
            <w:r>
              <w:rPr>
                <w:spacing w:val="0"/>
                <w:szCs w:val="24"/>
                <w:lang w:val="en-AU"/>
              </w:rPr>
              <w:t>Raul Orgla</w:t>
            </w:r>
          </w:p>
        </w:tc>
        <w:tc>
          <w:tcPr>
            <w:tcW w:w="1823" w:type="pct"/>
            <w:shd w:val="clear" w:color="auto" w:fill="auto"/>
          </w:tcPr>
          <w:p w14:paraId="6994B99F" w14:textId="4ABB2005" w:rsidR="001D5F9D" w:rsidRPr="00471A69" w:rsidRDefault="00EE3DFF" w:rsidP="00002ED5">
            <w:pPr>
              <w:shd w:val="clear" w:color="auto" w:fill="FFFFFF" w:themeFill="background1"/>
              <w:jc w:val="both"/>
              <w:rPr>
                <w:szCs w:val="24"/>
              </w:rPr>
            </w:pPr>
            <w:r>
              <w:t>5051441</w:t>
            </w:r>
          </w:p>
        </w:tc>
        <w:tc>
          <w:tcPr>
            <w:tcW w:w="1745" w:type="pct"/>
            <w:shd w:val="clear" w:color="auto" w:fill="auto"/>
          </w:tcPr>
          <w:p w14:paraId="09A1F782" w14:textId="60DE15E0" w:rsidR="001D5F9D" w:rsidRPr="00471A69" w:rsidRDefault="008E3E00" w:rsidP="00002ED5">
            <w:pPr>
              <w:shd w:val="clear" w:color="auto" w:fill="FFFFFF" w:themeFill="background1"/>
              <w:jc w:val="both"/>
              <w:rPr>
                <w:color w:val="0000FF"/>
                <w:szCs w:val="24"/>
              </w:rPr>
            </w:pPr>
            <w:hyperlink r:id="rId20" w:history="1">
              <w:r w:rsidR="00EE3DFF" w:rsidRPr="00F3106A">
                <w:rPr>
                  <w:rStyle w:val="Hyperlink"/>
                  <w:spacing w:val="0"/>
                  <w:szCs w:val="24"/>
                  <w:lang w:val="en-AU"/>
                </w:rPr>
                <w:t>Raul.orgla@rmk.ee</w:t>
              </w:r>
            </w:hyperlink>
            <w:r w:rsidR="00EE3DFF">
              <w:rPr>
                <w:spacing w:val="0"/>
                <w:szCs w:val="24"/>
                <w:lang w:val="en-AU"/>
              </w:rPr>
              <w:t xml:space="preserve"> </w:t>
            </w:r>
          </w:p>
        </w:tc>
      </w:tr>
    </w:tbl>
    <w:p w14:paraId="1E24C088" w14:textId="15869525" w:rsidR="005B1767" w:rsidRPr="00471A69" w:rsidRDefault="00A45006">
      <w:pPr>
        <w:rPr>
          <w:bCs/>
          <w:szCs w:val="24"/>
        </w:rPr>
      </w:pPr>
      <w:r w:rsidRPr="00471A69">
        <w:rPr>
          <w:b/>
          <w:bCs/>
          <w:szCs w:val="24"/>
        </w:rPr>
        <w:t>10.</w:t>
      </w:r>
      <w:r w:rsidR="004E3138">
        <w:rPr>
          <w:b/>
          <w:bCs/>
          <w:szCs w:val="24"/>
        </w:rPr>
        <w:t>4</w:t>
      </w:r>
      <w:r w:rsidRPr="00471A69">
        <w:rPr>
          <w:b/>
          <w:bCs/>
          <w:szCs w:val="24"/>
        </w:rPr>
        <w:t>.</w:t>
      </w:r>
      <w:r w:rsidRPr="00471A69">
        <w:rPr>
          <w:bCs/>
          <w:szCs w:val="24"/>
        </w:rPr>
        <w:tab/>
      </w:r>
      <w:r w:rsidRPr="000A61BB">
        <w:rPr>
          <w:bCs/>
          <w:szCs w:val="24"/>
        </w:rPr>
        <w:t>Lepingu punktis 10.1-10.</w:t>
      </w:r>
      <w:r w:rsidR="004E3138">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1"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09AB1B5E"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4E3138">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760DD0BE" w:rsidR="006E0604" w:rsidRPr="000A61BB" w:rsidRDefault="006E0604">
      <w:pPr>
        <w:spacing w:after="120"/>
        <w:jc w:val="both"/>
        <w:rPr>
          <w:bCs/>
          <w:szCs w:val="24"/>
        </w:rPr>
      </w:pPr>
      <w:r w:rsidRPr="000A61BB">
        <w:rPr>
          <w:b/>
          <w:bCs/>
          <w:szCs w:val="24"/>
        </w:rPr>
        <w:t>12.4.</w:t>
      </w:r>
      <w:r w:rsidRPr="000A61BB">
        <w:rPr>
          <w:bCs/>
          <w:szCs w:val="24"/>
        </w:rPr>
        <w:tab/>
      </w:r>
      <w:r w:rsidR="008E3E00">
        <w:rPr>
          <w:bCs/>
          <w:szCs w:val="24"/>
        </w:rPr>
        <w:t>Lepingu juurde kuuluvad</w:t>
      </w:r>
      <w:r w:rsidR="008E3E00">
        <w:rPr>
          <w:bCs/>
          <w:szCs w:val="24"/>
        </w:rPr>
        <w:t>,</w:t>
      </w:r>
      <w:r w:rsidR="008E3E00">
        <w:rPr>
          <w:bCs/>
          <w:szCs w:val="24"/>
        </w:rPr>
        <w:t xml:space="preserve"> kui on sõlmitud järgmised lisad: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bookmarkStart w:id="7" w:name="_GoBack"/>
      <w:bookmarkEnd w:id="7"/>
    </w:p>
    <w:p w14:paraId="54CBAE0E" w14:textId="2538306F" w:rsidR="006E0604" w:rsidRPr="000A61BB" w:rsidRDefault="006E0604">
      <w:pPr>
        <w:tabs>
          <w:tab w:val="left" w:pos="1134"/>
        </w:tabs>
        <w:ind w:left="567"/>
        <w:jc w:val="both"/>
        <w:rPr>
          <w:bCs/>
          <w:szCs w:val="24"/>
        </w:rPr>
      </w:pPr>
      <w:r w:rsidRPr="000A61BB">
        <w:rPr>
          <w:bCs/>
          <w:szCs w:val="24"/>
        </w:rPr>
        <w:lastRenderedPageBreak/>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8E3E00"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8E3E00"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63FD0D1C" w:rsidR="000A61BB" w:rsidRPr="00366BEF" w:rsidRDefault="004E3138" w:rsidP="00002ED5">
            <w:pPr>
              <w:tabs>
                <w:tab w:val="left" w:pos="4320"/>
              </w:tabs>
              <w:rPr>
                <w:spacing w:val="0"/>
                <w:szCs w:val="24"/>
              </w:rPr>
            </w:pPr>
            <w:r>
              <w:rPr>
                <w:spacing w:val="0"/>
                <w:szCs w:val="24"/>
                <w:lang w:val="en-AU"/>
              </w:rPr>
              <w:t>Mart Enel</w:t>
            </w:r>
          </w:p>
        </w:tc>
        <w:tc>
          <w:tcPr>
            <w:tcW w:w="3474" w:type="dxa"/>
            <w:vAlign w:val="bottom"/>
          </w:tcPr>
          <w:p w14:paraId="25074C6A" w14:textId="5A289584" w:rsidR="000A61BB" w:rsidRPr="00366BEF" w:rsidRDefault="004E3138" w:rsidP="00002ED5">
            <w:pPr>
              <w:tabs>
                <w:tab w:val="left" w:pos="4320"/>
              </w:tabs>
              <w:rPr>
                <w:spacing w:val="0"/>
                <w:szCs w:val="24"/>
              </w:rPr>
            </w:pPr>
            <w:r w:rsidRPr="004E3138">
              <w:rPr>
                <w:spacing w:val="0"/>
                <w:szCs w:val="24"/>
                <w:lang w:val="en-AU"/>
              </w:rPr>
              <w:t>Andrus Tamm</w:t>
            </w:r>
          </w:p>
        </w:tc>
      </w:tr>
    </w:tbl>
    <w:p w14:paraId="0F87EAF0" w14:textId="372063B8" w:rsidR="000A61BB" w:rsidRPr="00683F6D" w:rsidRDefault="000A61BB" w:rsidP="00BD639A">
      <w:pPr>
        <w:rPr>
          <w:bCs/>
          <w:sz w:val="20"/>
        </w:rPr>
      </w:pPr>
      <w:bookmarkStart w:id="8" w:name="OLE_LINK2"/>
    </w:p>
    <w:bookmarkEnd w:id="8"/>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648E2" w14:textId="77777777" w:rsidR="007A083E" w:rsidRDefault="007A083E">
      <w:r>
        <w:separator/>
      </w:r>
    </w:p>
  </w:endnote>
  <w:endnote w:type="continuationSeparator" w:id="0">
    <w:p w14:paraId="201541F2" w14:textId="77777777" w:rsidR="007A083E" w:rsidRDefault="007A0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B6FEE" w14:textId="77777777" w:rsidR="007A083E" w:rsidRDefault="007A083E">
      <w:r>
        <w:separator/>
      </w:r>
    </w:p>
  </w:footnote>
  <w:footnote w:type="continuationSeparator" w:id="0">
    <w:p w14:paraId="6B75832C" w14:textId="77777777" w:rsidR="007A083E" w:rsidRDefault="007A0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A93"/>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1A73"/>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3138"/>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73"/>
    <w:rsid w:val="005F6A15"/>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0F72"/>
    <w:rsid w:val="0065159A"/>
    <w:rsid w:val="006524DB"/>
    <w:rsid w:val="00652AA0"/>
    <w:rsid w:val="0065430F"/>
    <w:rsid w:val="00656EC8"/>
    <w:rsid w:val="006575ED"/>
    <w:rsid w:val="00657798"/>
    <w:rsid w:val="00665954"/>
    <w:rsid w:val="00666317"/>
    <w:rsid w:val="006678C8"/>
    <w:rsid w:val="00674200"/>
    <w:rsid w:val="0067668A"/>
    <w:rsid w:val="0067738D"/>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083E"/>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E3E00"/>
    <w:rsid w:val="008F251D"/>
    <w:rsid w:val="008F5642"/>
    <w:rsid w:val="008F6E67"/>
    <w:rsid w:val="00905AF5"/>
    <w:rsid w:val="00906BF6"/>
    <w:rsid w:val="00907C1B"/>
    <w:rsid w:val="00911DE2"/>
    <w:rsid w:val="0091203B"/>
    <w:rsid w:val="009233DD"/>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39A"/>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1858"/>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1EA4"/>
    <w:rsid w:val="00D24A3E"/>
    <w:rsid w:val="00D25C6B"/>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2973"/>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E3DFF"/>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ndrus.Tamm@utilitas.ee" TargetMode="External"/><Relationship Id="rId18" Type="http://schemas.openxmlformats.org/officeDocument/2006/relationships/hyperlink" Target="mailto:aktid.kirde@rmk.ee"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mailto:hake@utilitas.ee"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Raul.orgla@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mailto:Andrus.Tamm@utilitas.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metlikudteadaanded.e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
      <w:docPartPr>
        <w:name w:val="B7FD2DB3B46C4869BBD5C3187D5B8C28"/>
        <w:category>
          <w:name w:val="General"/>
          <w:gallery w:val="placeholder"/>
        </w:category>
        <w:types>
          <w:type w:val="bbPlcHdr"/>
        </w:types>
        <w:behaviors>
          <w:behavior w:val="content"/>
        </w:behaviors>
        <w:guid w:val="{A8297742-DDA8-4BFF-8FCE-CCFE096F34F8}"/>
      </w:docPartPr>
      <w:docPartBody>
        <w:p w:rsidR="00395A61" w:rsidRDefault="005E0853" w:rsidP="005E0853">
          <w:pPr>
            <w:pStyle w:val="B7FD2DB3B46C4869BBD5C3187D5B8C28"/>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395A61"/>
    <w:rsid w:val="00422449"/>
    <w:rsid w:val="004406C7"/>
    <w:rsid w:val="005E0853"/>
    <w:rsid w:val="0065015F"/>
    <w:rsid w:val="00710013"/>
    <w:rsid w:val="0081424D"/>
    <w:rsid w:val="008E1E43"/>
    <w:rsid w:val="00915442"/>
    <w:rsid w:val="00A07D5E"/>
    <w:rsid w:val="00AE70FF"/>
    <w:rsid w:val="00D67203"/>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0853"/>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 w:type="paragraph" w:customStyle="1" w:styleId="B7FD2DB3B46C4869BBD5C3187D5B8C28">
    <w:name w:val="B7FD2DB3B46C4869BBD5C3187D5B8C28"/>
    <w:rsid w:val="005E08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379C3-63D1-4411-BA88-95CEACDFF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8</TotalTime>
  <Pages>6</Pages>
  <Words>1553</Words>
  <Characters>12365</Characters>
  <Application>Microsoft Office Word</Application>
  <DocSecurity>0</DocSecurity>
  <Lines>103</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8</cp:revision>
  <cp:lastPrinted>2008-07-14T13:18:00Z</cp:lastPrinted>
  <dcterms:created xsi:type="dcterms:W3CDTF">2023-05-22T10:15:00Z</dcterms:created>
  <dcterms:modified xsi:type="dcterms:W3CDTF">2023-05-29T11:55:00Z</dcterms:modified>
</cp:coreProperties>
</file>